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4E46091A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C04AF6">
        <w:rPr>
          <w:rFonts w:cs="Arial"/>
          <w:color w:val="000000"/>
          <w:sz w:val="22"/>
        </w:rPr>
        <w:t>07.04</w:t>
      </w:r>
      <w:r w:rsidR="00D43C28">
        <w:rPr>
          <w:rFonts w:cs="Arial"/>
          <w:color w:val="000000"/>
          <w:sz w:val="22"/>
        </w:rPr>
        <w:t>.</w:t>
      </w:r>
      <w:r w:rsidRPr="00DF19FF">
        <w:rPr>
          <w:rFonts w:cs="Arial"/>
          <w:color w:val="000000"/>
          <w:sz w:val="22"/>
        </w:rPr>
        <w:t>202</w:t>
      </w:r>
      <w:r w:rsidR="009B66B6">
        <w:rPr>
          <w:rFonts w:cs="Arial"/>
          <w:color w:val="000000"/>
          <w:sz w:val="22"/>
        </w:rPr>
        <w:t>5</w:t>
      </w:r>
      <w:r w:rsidRPr="00DF19FF">
        <w:rPr>
          <w:rFonts w:cs="Arial"/>
          <w:color w:val="000000"/>
          <w:sz w:val="22"/>
        </w:rPr>
        <w:t xml:space="preserve"> nr JV-MAA-1/</w:t>
      </w:r>
      <w:r w:rsidR="004A2AF9">
        <w:rPr>
          <w:rFonts w:cs="Arial"/>
          <w:color w:val="000000"/>
          <w:sz w:val="22"/>
        </w:rPr>
        <w:t>1</w:t>
      </w:r>
      <w:r w:rsidR="00A401F5">
        <w:rPr>
          <w:rFonts w:cs="Arial"/>
          <w:color w:val="000000"/>
          <w:sz w:val="22"/>
        </w:rPr>
        <w:t>655</w:t>
      </w:r>
    </w:p>
    <w:p w14:paraId="3840C263" w14:textId="77777777" w:rsidR="00DF19FF" w:rsidRDefault="00DF19FF" w:rsidP="00DF19FF">
      <w:pPr>
        <w:rPr>
          <w:rFonts w:cs="Arial"/>
          <w:color w:val="000000"/>
          <w:sz w:val="22"/>
        </w:rPr>
      </w:pPr>
      <w:hyperlink r:id="rId10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567499">
        <w:trPr>
          <w:trHeight w:val="6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675556B9" w:rsidR="000B2E35" w:rsidRPr="000B2E35" w:rsidRDefault="00567499" w:rsidP="00567499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410F90F9" w:rsidR="000B2E35" w:rsidRPr="000B2E35" w:rsidRDefault="001414B0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</w:t>
            </w:r>
            <w:r w:rsidR="00090E0A">
              <w:rPr>
                <w:rFonts w:ascii="Calibri" w:eastAsia="Calibri" w:hAnsi="Calibri"/>
                <w:sz w:val="22"/>
                <w:szCs w:val="22"/>
                <w:lang w:val="et-EE"/>
              </w:rPr>
              <w:t>lektri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>võrgu</w:t>
            </w: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ga 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FB725C">
              <w:rPr>
                <w:rFonts w:ascii="Calibri" w:eastAsia="Calibri" w:hAnsi="Calibri"/>
                <w:sz w:val="22"/>
                <w:szCs w:val="22"/>
                <w:lang w:val="et-EE"/>
              </w:rPr>
              <w:t>liitumine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>, elektri</w:t>
            </w:r>
            <w:r w:rsidR="00090E0A">
              <w:rPr>
                <w:rFonts w:ascii="Calibri" w:eastAsia="Calibri" w:hAnsi="Calibri"/>
                <w:sz w:val="22"/>
                <w:szCs w:val="22"/>
                <w:lang w:val="et-EE"/>
              </w:rPr>
              <w:t>maakaabelliin</w:t>
            </w:r>
          </w:p>
        </w:tc>
      </w:tr>
      <w:tr w:rsidR="000B2E35" w:rsidRPr="000B2E35" w14:paraId="66288C6B" w14:textId="77777777" w:rsidTr="00567499">
        <w:trPr>
          <w:trHeight w:val="155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36B28BD1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DCE66" w14:textId="405BEAB2" w:rsidR="003D1574" w:rsidRPr="003D1574" w:rsidRDefault="000B2E35" w:rsidP="003D157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</w:p>
          <w:p w14:paraId="0F587937" w14:textId="63D8C610" w:rsidR="000B2E35" w:rsidRPr="000B2E35" w:rsidRDefault="004A2AF9" w:rsidP="002E57E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4A2AF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</w:t>
            </w:r>
            <w:r w:rsidR="00A401F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3195</w:t>
            </w:r>
            <w:r w:rsidRPr="004A2AF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„ </w:t>
            </w:r>
            <w:r w:rsidR="002E57E4" w:rsidRPr="002E57E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Võidu tn 18 kinnistu liitumine, Avinurme alevik, Mustvee vald, Jõgeva maakond</w:t>
            </w:r>
            <w:r w:rsidRPr="004A2AF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C59EED9" w14:textId="2D9885DA" w:rsidR="00F44F1F" w:rsidRDefault="000B2E35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</w:t>
            </w: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koostaja</w:t>
            </w:r>
            <w:r w:rsidR="00C1697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4A2AF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Indrek Mõisa</w:t>
            </w:r>
          </w:p>
          <w:p w14:paraId="1AF8D9E3" w14:textId="34759EC3" w:rsidR="00A45F32" w:rsidRPr="000B2E35" w:rsidRDefault="004A2AF9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Elektrilevi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43C6FED0" w:rsidR="000B2E35" w:rsidRPr="000B2E35" w:rsidRDefault="00A401F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401F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28.02.2025  nr 7.1-2/25/2968-2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0B346C3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="00F44F1F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5FF041D5" w14:textId="66A1C567" w:rsidR="008342C4" w:rsidRDefault="008342C4" w:rsidP="008342C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922418" w:rsidRPr="00922418">
              <w:rPr>
                <w:rFonts w:ascii="Times New Roman" w:hAnsi="Times New Roman"/>
                <w:b/>
                <w:lang w:val="et-EE"/>
              </w:rPr>
              <w:t>35 Iisaku-Tudulinna-Avinurme tee T2</w:t>
            </w:r>
          </w:p>
          <w:p w14:paraId="79DB5EFB" w14:textId="186D058D" w:rsidR="006750D6" w:rsidRPr="008E5621" w:rsidRDefault="006750D6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8342C4" w:rsidRPr="000B2E35" w14:paraId="208D758F" w14:textId="77777777" w:rsidTr="00F44F1F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1B8DE28E" w14:textId="34486FA8" w:rsidR="004A2AF9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802873">
              <w:rPr>
                <w:rFonts w:ascii="Times New Roman" w:hAnsi="Times New Roman"/>
                <w:bCs/>
                <w:lang w:val="et-EE"/>
              </w:rPr>
              <w:t>16401:002:0257</w:t>
            </w:r>
          </w:p>
          <w:p w14:paraId="573BFF07" w14:textId="6534B95C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802873">
              <w:rPr>
                <w:rFonts w:ascii="Times New Roman" w:hAnsi="Times New Roman"/>
                <w:bCs/>
                <w:lang w:val="et-EE"/>
              </w:rPr>
              <w:t>3857450</w:t>
            </w:r>
          </w:p>
          <w:p w14:paraId="33B38F87" w14:textId="6A90864D" w:rsidR="008342C4" w:rsidRPr="008E562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802873">
              <w:rPr>
                <w:rFonts w:ascii="Times New Roman" w:hAnsi="Times New Roman"/>
                <w:bCs/>
                <w:lang w:val="et-EE"/>
              </w:rPr>
              <w:t xml:space="preserve">35 </w:t>
            </w:r>
            <w:r w:rsidR="00A401F5">
              <w:rPr>
                <w:rFonts w:ascii="Times New Roman" w:hAnsi="Times New Roman"/>
                <w:bCs/>
                <w:lang w:val="et-EE"/>
              </w:rPr>
              <w:t>I</w:t>
            </w:r>
            <w:r w:rsidR="00802873">
              <w:rPr>
                <w:rFonts w:ascii="Times New Roman" w:hAnsi="Times New Roman"/>
                <w:bCs/>
                <w:lang w:val="et-EE"/>
              </w:rPr>
              <w:t>isaku</w:t>
            </w:r>
            <w:r w:rsidR="00C04AF6">
              <w:rPr>
                <w:rFonts w:ascii="Times New Roman" w:hAnsi="Times New Roman"/>
                <w:bCs/>
                <w:lang w:val="et-EE"/>
              </w:rPr>
              <w:t xml:space="preserve">-Tudulinna-Avinurme </w:t>
            </w:r>
            <w:r w:rsidR="00E70A39" w:rsidRPr="00E70A39">
              <w:rPr>
                <w:rFonts w:ascii="Times New Roman" w:hAnsi="Times New Roman"/>
                <w:bCs/>
                <w:lang w:val="et-EE"/>
              </w:rPr>
              <w:t>tee</w:t>
            </w:r>
            <w:r w:rsidR="00C04AF6">
              <w:rPr>
                <w:rFonts w:ascii="Times New Roman" w:hAnsi="Times New Roman"/>
                <w:bCs/>
                <w:lang w:val="et-EE"/>
              </w:rPr>
              <w:t xml:space="preserve"> T2</w:t>
            </w:r>
          </w:p>
          <w:p w14:paraId="0A95FBAC" w14:textId="769B9C30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C04AF6">
              <w:rPr>
                <w:rFonts w:ascii="Times New Roman" w:hAnsi="Times New Roman"/>
                <w:bCs/>
                <w:lang w:val="et-EE"/>
              </w:rPr>
              <w:t>64684</w:t>
            </w:r>
          </w:p>
          <w:p w14:paraId="5720973F" w14:textId="0E8C6556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557995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23FDB713" w14:textId="395E3B4B" w:rsidR="00204605" w:rsidRDefault="001F4CFC" w:rsidP="00F44F1F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C04AF6">
              <w:rPr>
                <w:rFonts w:ascii="Times New Roman" w:hAnsi="Times New Roman"/>
                <w:bCs/>
                <w:lang w:val="et-EE"/>
              </w:rPr>
              <w:t>776240</w:t>
            </w:r>
          </w:p>
          <w:p w14:paraId="19CE75E4" w14:textId="0215E8C3" w:rsidR="00567499" w:rsidRPr="000B2E35" w:rsidRDefault="00802873" w:rsidP="004C0FF9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2" w:history="1">
              <w:r w:rsidRPr="003551EA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https://pari.kataster.ee/magic-link/b47e5bbf-7d53-40a1-8440-d8f3c728b151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F44F1F" w:rsidRPr="000B2E35" w14:paraId="2858B6B2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7CE85F66" w14:textId="4BA25DC2" w:rsidR="00F44F1F" w:rsidRDefault="00F44F1F" w:rsidP="00F44F1F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9A0C955" w14:textId="7E913112" w:rsidR="00F44F1F" w:rsidRDefault="00F44F1F" w:rsidP="00F44F1F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F44F1F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086A1695" w:rsidR="00F44F1F" w:rsidRPr="000B2E35" w:rsidRDefault="00F44F1F" w:rsidP="00F44F1F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bookmarkEnd w:id="0"/>
    <w:p w14:paraId="7E312A4E" w14:textId="2A7C2296" w:rsidR="00077D32" w:rsidRPr="00742C52" w:rsidRDefault="00A01CB6" w:rsidP="00A01CB6">
      <w:pPr>
        <w:spacing w:after="200"/>
        <w:jc w:val="both"/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L</w:t>
      </w:r>
      <w:r w:rsidR="000B2E35" w:rsidRPr="000B2E35">
        <w:rPr>
          <w:rFonts w:ascii="Times New Roman" w:eastAsia="Calibri" w:hAnsi="Times New Roman"/>
          <w:sz w:val="22"/>
          <w:szCs w:val="22"/>
          <w:lang w:val="et-EE"/>
        </w:rPr>
        <w:t>ugupidamisega Ulvi Männama</w:t>
      </w:r>
      <w:r>
        <w:rPr>
          <w:rFonts w:ascii="Times New Roman" w:eastAsia="Calibri" w:hAnsi="Times New Roman"/>
          <w:sz w:val="22"/>
          <w:szCs w:val="22"/>
          <w:lang w:val="et-EE"/>
        </w:rPr>
        <w:t xml:space="preserve">      </w:t>
      </w:r>
      <w:r w:rsidR="00C47436"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11102" w14:textId="77777777" w:rsidR="00533DBB" w:rsidRDefault="00533DBB">
      <w:r>
        <w:separator/>
      </w:r>
    </w:p>
  </w:endnote>
  <w:endnote w:type="continuationSeparator" w:id="0">
    <w:p w14:paraId="464AF9C2" w14:textId="77777777" w:rsidR="00533DBB" w:rsidRDefault="00533DBB">
      <w:r>
        <w:continuationSeparator/>
      </w:r>
    </w:p>
  </w:endnote>
  <w:endnote w:type="continuationNotice" w:id="1">
    <w:p w14:paraId="03701937" w14:textId="77777777" w:rsidR="00533DBB" w:rsidRDefault="00533D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6C77E" w14:textId="77777777" w:rsidR="00533DBB" w:rsidRDefault="00533DBB">
      <w:r>
        <w:separator/>
      </w:r>
    </w:p>
  </w:footnote>
  <w:footnote w:type="continuationSeparator" w:id="0">
    <w:p w14:paraId="6870765C" w14:textId="77777777" w:rsidR="00533DBB" w:rsidRDefault="00533DBB">
      <w:r>
        <w:continuationSeparator/>
      </w:r>
    </w:p>
  </w:footnote>
  <w:footnote w:type="continuationNotice" w:id="1">
    <w:p w14:paraId="79C5547B" w14:textId="77777777" w:rsidR="00533DBB" w:rsidRDefault="00533D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434F9"/>
    <w:rsid w:val="00054364"/>
    <w:rsid w:val="00057A8D"/>
    <w:rsid w:val="00077D32"/>
    <w:rsid w:val="000903E8"/>
    <w:rsid w:val="000908E8"/>
    <w:rsid w:val="00090E0A"/>
    <w:rsid w:val="00091FCB"/>
    <w:rsid w:val="000943C7"/>
    <w:rsid w:val="00097C8C"/>
    <w:rsid w:val="000B2E35"/>
    <w:rsid w:val="000B3CE2"/>
    <w:rsid w:val="000B417F"/>
    <w:rsid w:val="000B4850"/>
    <w:rsid w:val="000B532A"/>
    <w:rsid w:val="000C1473"/>
    <w:rsid w:val="000C5EE3"/>
    <w:rsid w:val="000D61F2"/>
    <w:rsid w:val="000E7C0F"/>
    <w:rsid w:val="00106C74"/>
    <w:rsid w:val="0012688C"/>
    <w:rsid w:val="00131D0A"/>
    <w:rsid w:val="001408A9"/>
    <w:rsid w:val="001414B0"/>
    <w:rsid w:val="00143561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9264A"/>
    <w:rsid w:val="001A0518"/>
    <w:rsid w:val="001A0C3A"/>
    <w:rsid w:val="001B1A3D"/>
    <w:rsid w:val="001B4370"/>
    <w:rsid w:val="001C4BF3"/>
    <w:rsid w:val="001E324A"/>
    <w:rsid w:val="001F4CFC"/>
    <w:rsid w:val="001F5B53"/>
    <w:rsid w:val="00204605"/>
    <w:rsid w:val="00211D2D"/>
    <w:rsid w:val="00215382"/>
    <w:rsid w:val="0022522F"/>
    <w:rsid w:val="00226D4C"/>
    <w:rsid w:val="002327D2"/>
    <w:rsid w:val="002413D3"/>
    <w:rsid w:val="002463AC"/>
    <w:rsid w:val="00246610"/>
    <w:rsid w:val="002474AF"/>
    <w:rsid w:val="00251F87"/>
    <w:rsid w:val="002569F2"/>
    <w:rsid w:val="002701D0"/>
    <w:rsid w:val="0027153D"/>
    <w:rsid w:val="002726A3"/>
    <w:rsid w:val="00273FA4"/>
    <w:rsid w:val="002A1E30"/>
    <w:rsid w:val="002A3EBD"/>
    <w:rsid w:val="002A798D"/>
    <w:rsid w:val="002B60FC"/>
    <w:rsid w:val="002C078B"/>
    <w:rsid w:val="002D2C76"/>
    <w:rsid w:val="002D4753"/>
    <w:rsid w:val="002D4D27"/>
    <w:rsid w:val="002E0EF7"/>
    <w:rsid w:val="002E57E4"/>
    <w:rsid w:val="002F0D95"/>
    <w:rsid w:val="0031032B"/>
    <w:rsid w:val="0033388C"/>
    <w:rsid w:val="00335CBC"/>
    <w:rsid w:val="00345EB5"/>
    <w:rsid w:val="003531AD"/>
    <w:rsid w:val="003551E2"/>
    <w:rsid w:val="00357C22"/>
    <w:rsid w:val="00364110"/>
    <w:rsid w:val="00377521"/>
    <w:rsid w:val="00382D66"/>
    <w:rsid w:val="00387055"/>
    <w:rsid w:val="003963F7"/>
    <w:rsid w:val="00396525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F5996"/>
    <w:rsid w:val="00415AB6"/>
    <w:rsid w:val="00442D2B"/>
    <w:rsid w:val="004455FC"/>
    <w:rsid w:val="00446DCB"/>
    <w:rsid w:val="00451646"/>
    <w:rsid w:val="00454AD8"/>
    <w:rsid w:val="00457C3D"/>
    <w:rsid w:val="00466325"/>
    <w:rsid w:val="00470107"/>
    <w:rsid w:val="00470507"/>
    <w:rsid w:val="00482DEA"/>
    <w:rsid w:val="00483EDD"/>
    <w:rsid w:val="004851DA"/>
    <w:rsid w:val="00491AD7"/>
    <w:rsid w:val="0049609F"/>
    <w:rsid w:val="004A2AF9"/>
    <w:rsid w:val="004B2AD7"/>
    <w:rsid w:val="004C0606"/>
    <w:rsid w:val="004C0FF9"/>
    <w:rsid w:val="004C388C"/>
    <w:rsid w:val="004C7FBD"/>
    <w:rsid w:val="004D1D70"/>
    <w:rsid w:val="004E4332"/>
    <w:rsid w:val="004E6DF0"/>
    <w:rsid w:val="004F36E7"/>
    <w:rsid w:val="004F75DF"/>
    <w:rsid w:val="005015D7"/>
    <w:rsid w:val="005018ED"/>
    <w:rsid w:val="0050379B"/>
    <w:rsid w:val="00526B22"/>
    <w:rsid w:val="00532D2F"/>
    <w:rsid w:val="00533DBB"/>
    <w:rsid w:val="00547C65"/>
    <w:rsid w:val="00556D7B"/>
    <w:rsid w:val="005572A4"/>
    <w:rsid w:val="00557995"/>
    <w:rsid w:val="005609D0"/>
    <w:rsid w:val="00567499"/>
    <w:rsid w:val="00567C35"/>
    <w:rsid w:val="0057008B"/>
    <w:rsid w:val="00570825"/>
    <w:rsid w:val="00582590"/>
    <w:rsid w:val="00591376"/>
    <w:rsid w:val="005A217D"/>
    <w:rsid w:val="005A42CF"/>
    <w:rsid w:val="005A75B8"/>
    <w:rsid w:val="005C24D9"/>
    <w:rsid w:val="005D4F2A"/>
    <w:rsid w:val="005D50D5"/>
    <w:rsid w:val="005E2103"/>
    <w:rsid w:val="005E57DB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75A83"/>
    <w:rsid w:val="006776FF"/>
    <w:rsid w:val="00690323"/>
    <w:rsid w:val="006915C2"/>
    <w:rsid w:val="006A7D18"/>
    <w:rsid w:val="006B28B7"/>
    <w:rsid w:val="006C22B1"/>
    <w:rsid w:val="006C2AED"/>
    <w:rsid w:val="006C4838"/>
    <w:rsid w:val="006C7C47"/>
    <w:rsid w:val="006D3B8A"/>
    <w:rsid w:val="006E4811"/>
    <w:rsid w:val="006F34A3"/>
    <w:rsid w:val="006F595A"/>
    <w:rsid w:val="00703BCB"/>
    <w:rsid w:val="00717254"/>
    <w:rsid w:val="00717C6F"/>
    <w:rsid w:val="00726860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0D57"/>
    <w:rsid w:val="00797B52"/>
    <w:rsid w:val="007A21F0"/>
    <w:rsid w:val="007A5E5F"/>
    <w:rsid w:val="007D4619"/>
    <w:rsid w:val="007D5377"/>
    <w:rsid w:val="007E637D"/>
    <w:rsid w:val="007F387E"/>
    <w:rsid w:val="00802873"/>
    <w:rsid w:val="00802B04"/>
    <w:rsid w:val="00806109"/>
    <w:rsid w:val="00821DE6"/>
    <w:rsid w:val="008250FC"/>
    <w:rsid w:val="0082604D"/>
    <w:rsid w:val="008342C4"/>
    <w:rsid w:val="00836A67"/>
    <w:rsid w:val="00836ACB"/>
    <w:rsid w:val="008514A3"/>
    <w:rsid w:val="0086202A"/>
    <w:rsid w:val="00867D35"/>
    <w:rsid w:val="00870659"/>
    <w:rsid w:val="0087462B"/>
    <w:rsid w:val="0087587A"/>
    <w:rsid w:val="00887289"/>
    <w:rsid w:val="00897B9A"/>
    <w:rsid w:val="008A4D13"/>
    <w:rsid w:val="008A7EC0"/>
    <w:rsid w:val="008B7EA6"/>
    <w:rsid w:val="008E5621"/>
    <w:rsid w:val="008E65B3"/>
    <w:rsid w:val="008F2A05"/>
    <w:rsid w:val="008F713B"/>
    <w:rsid w:val="0090074C"/>
    <w:rsid w:val="00906381"/>
    <w:rsid w:val="00907E24"/>
    <w:rsid w:val="00913FDE"/>
    <w:rsid w:val="00917EC2"/>
    <w:rsid w:val="0092028B"/>
    <w:rsid w:val="00921889"/>
    <w:rsid w:val="00922418"/>
    <w:rsid w:val="00930BE5"/>
    <w:rsid w:val="009360D5"/>
    <w:rsid w:val="00940144"/>
    <w:rsid w:val="009612E0"/>
    <w:rsid w:val="00962202"/>
    <w:rsid w:val="00972AA4"/>
    <w:rsid w:val="00973871"/>
    <w:rsid w:val="0098160F"/>
    <w:rsid w:val="00982A44"/>
    <w:rsid w:val="00982BF4"/>
    <w:rsid w:val="00995F05"/>
    <w:rsid w:val="009B0C1D"/>
    <w:rsid w:val="009B66B6"/>
    <w:rsid w:val="009D38F3"/>
    <w:rsid w:val="009D42CB"/>
    <w:rsid w:val="009D56A4"/>
    <w:rsid w:val="009D7D3A"/>
    <w:rsid w:val="009E181A"/>
    <w:rsid w:val="009E3E5E"/>
    <w:rsid w:val="009E7E2A"/>
    <w:rsid w:val="009F069B"/>
    <w:rsid w:val="009F7023"/>
    <w:rsid w:val="00A01CB6"/>
    <w:rsid w:val="00A250BE"/>
    <w:rsid w:val="00A27416"/>
    <w:rsid w:val="00A33A60"/>
    <w:rsid w:val="00A401F5"/>
    <w:rsid w:val="00A402ED"/>
    <w:rsid w:val="00A43A3D"/>
    <w:rsid w:val="00A45F32"/>
    <w:rsid w:val="00A473C8"/>
    <w:rsid w:val="00A55FA1"/>
    <w:rsid w:val="00A65739"/>
    <w:rsid w:val="00A76455"/>
    <w:rsid w:val="00A76CAD"/>
    <w:rsid w:val="00A832DA"/>
    <w:rsid w:val="00A93E8E"/>
    <w:rsid w:val="00AA72EC"/>
    <w:rsid w:val="00AB5FDC"/>
    <w:rsid w:val="00AC27AD"/>
    <w:rsid w:val="00AC559F"/>
    <w:rsid w:val="00AC78B3"/>
    <w:rsid w:val="00AD0AB0"/>
    <w:rsid w:val="00AE1639"/>
    <w:rsid w:val="00B060FD"/>
    <w:rsid w:val="00B23CB6"/>
    <w:rsid w:val="00B33174"/>
    <w:rsid w:val="00B33B98"/>
    <w:rsid w:val="00B404DB"/>
    <w:rsid w:val="00B521C3"/>
    <w:rsid w:val="00B561FF"/>
    <w:rsid w:val="00B80D7A"/>
    <w:rsid w:val="00B84A96"/>
    <w:rsid w:val="00B97B77"/>
    <w:rsid w:val="00BA17B3"/>
    <w:rsid w:val="00BB5C56"/>
    <w:rsid w:val="00BC1AED"/>
    <w:rsid w:val="00BC2385"/>
    <w:rsid w:val="00BC2734"/>
    <w:rsid w:val="00BC62D7"/>
    <w:rsid w:val="00BE57AB"/>
    <w:rsid w:val="00BF064F"/>
    <w:rsid w:val="00BF086F"/>
    <w:rsid w:val="00BF0E4C"/>
    <w:rsid w:val="00BF237B"/>
    <w:rsid w:val="00C0020C"/>
    <w:rsid w:val="00C04347"/>
    <w:rsid w:val="00C04AF6"/>
    <w:rsid w:val="00C072BE"/>
    <w:rsid w:val="00C16971"/>
    <w:rsid w:val="00C34030"/>
    <w:rsid w:val="00C40448"/>
    <w:rsid w:val="00C4140E"/>
    <w:rsid w:val="00C47436"/>
    <w:rsid w:val="00C4762C"/>
    <w:rsid w:val="00C50A9A"/>
    <w:rsid w:val="00C527A8"/>
    <w:rsid w:val="00C53640"/>
    <w:rsid w:val="00C61CE8"/>
    <w:rsid w:val="00C66DF9"/>
    <w:rsid w:val="00C84B10"/>
    <w:rsid w:val="00C86912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01847"/>
    <w:rsid w:val="00D079D2"/>
    <w:rsid w:val="00D24041"/>
    <w:rsid w:val="00D25D80"/>
    <w:rsid w:val="00D266EA"/>
    <w:rsid w:val="00D27110"/>
    <w:rsid w:val="00D31BD2"/>
    <w:rsid w:val="00D43C28"/>
    <w:rsid w:val="00D4458D"/>
    <w:rsid w:val="00D453AE"/>
    <w:rsid w:val="00D77414"/>
    <w:rsid w:val="00D85382"/>
    <w:rsid w:val="00D94E00"/>
    <w:rsid w:val="00DA1B61"/>
    <w:rsid w:val="00DA6085"/>
    <w:rsid w:val="00DA6781"/>
    <w:rsid w:val="00DB17D9"/>
    <w:rsid w:val="00DC2830"/>
    <w:rsid w:val="00DC3F67"/>
    <w:rsid w:val="00DC5DE5"/>
    <w:rsid w:val="00DD3288"/>
    <w:rsid w:val="00DE117B"/>
    <w:rsid w:val="00DF19FF"/>
    <w:rsid w:val="00DF467B"/>
    <w:rsid w:val="00E04AA7"/>
    <w:rsid w:val="00E05DC0"/>
    <w:rsid w:val="00E11073"/>
    <w:rsid w:val="00E27A09"/>
    <w:rsid w:val="00E361F7"/>
    <w:rsid w:val="00E366A1"/>
    <w:rsid w:val="00E47970"/>
    <w:rsid w:val="00E6200E"/>
    <w:rsid w:val="00E65A90"/>
    <w:rsid w:val="00E70A39"/>
    <w:rsid w:val="00E73B2A"/>
    <w:rsid w:val="00E7749F"/>
    <w:rsid w:val="00EB2582"/>
    <w:rsid w:val="00EB79F8"/>
    <w:rsid w:val="00EC1493"/>
    <w:rsid w:val="00EC15EB"/>
    <w:rsid w:val="00ED092D"/>
    <w:rsid w:val="00ED26F8"/>
    <w:rsid w:val="00EE0C62"/>
    <w:rsid w:val="00EE4360"/>
    <w:rsid w:val="00EE47F0"/>
    <w:rsid w:val="00EE4B09"/>
    <w:rsid w:val="00EF1105"/>
    <w:rsid w:val="00EF14B6"/>
    <w:rsid w:val="00EF7F44"/>
    <w:rsid w:val="00F00DCB"/>
    <w:rsid w:val="00F227AD"/>
    <w:rsid w:val="00F30C82"/>
    <w:rsid w:val="00F35DA6"/>
    <w:rsid w:val="00F4342F"/>
    <w:rsid w:val="00F44F1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4E9C"/>
    <w:rsid w:val="00FA588A"/>
    <w:rsid w:val="00FA6F52"/>
    <w:rsid w:val="00FB725C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styleId="FollowedHyperlink">
    <w:name w:val="FollowedHyperlink"/>
    <w:basedOn w:val="DefaultParagraphFont"/>
    <w:rsid w:val="009B0C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b47e5bbf-7d53-40a1-8440-d8f3c728b15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1</Pages>
  <Words>257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1749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2025-04-07T10:51:00Z</dcterms:created>
  <dcterms:modified xsi:type="dcterms:W3CDTF">2025-04-07T10:51:00Z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